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C9251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51D">
        <w:rPr>
          <w:rFonts w:ascii="Corbel" w:hAnsi="Corbel"/>
          <w:bCs/>
          <w:sz w:val="24"/>
          <w:szCs w:val="24"/>
        </w:rPr>
        <w:t xml:space="preserve">   </w:t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CD6897" w:rsidRPr="00C9251D">
        <w:rPr>
          <w:rFonts w:ascii="Corbel" w:hAnsi="Corbel"/>
          <w:bCs/>
          <w:sz w:val="24"/>
          <w:szCs w:val="24"/>
        </w:rPr>
        <w:tab/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9251D">
        <w:rPr>
          <w:rFonts w:ascii="Corbel" w:hAnsi="Corbel"/>
          <w:bCs/>
          <w:i/>
          <w:sz w:val="24"/>
          <w:szCs w:val="24"/>
        </w:rPr>
        <w:t>1.5</w:t>
      </w:r>
      <w:r w:rsidR="00D8678B" w:rsidRPr="00C9251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9251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9251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9251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9251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SYLABUS</w:t>
      </w:r>
    </w:p>
    <w:p w:rsidR="0085747A" w:rsidRPr="00C9251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9251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  <w:r w:rsidR="00AE3A22" w:rsidRPr="00C9251D">
        <w:rPr>
          <w:rFonts w:ascii="Corbel" w:hAnsi="Corbel"/>
          <w:i/>
          <w:smallCaps/>
          <w:sz w:val="24"/>
          <w:szCs w:val="24"/>
        </w:rPr>
        <w:t xml:space="preserve"> </w:t>
      </w:r>
      <w:r w:rsidR="000E2A0F">
        <w:rPr>
          <w:rFonts w:ascii="Corbel" w:hAnsi="Corbel"/>
          <w:smallCaps/>
          <w:sz w:val="24"/>
          <w:szCs w:val="24"/>
        </w:rPr>
        <w:t>2022-2027</w:t>
      </w:r>
      <w:r w:rsidR="0085747A" w:rsidRPr="00C9251D">
        <w:rPr>
          <w:rFonts w:ascii="Corbel" w:hAnsi="Corbel"/>
          <w:smallCaps/>
          <w:sz w:val="24"/>
          <w:szCs w:val="24"/>
        </w:rPr>
        <w:t xml:space="preserve"> </w:t>
      </w:r>
    </w:p>
    <w:p w:rsidR="0085747A" w:rsidRPr="00C9251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F458E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 w:rsidR="0085747A" w:rsidRPr="00C9251D">
        <w:rPr>
          <w:rFonts w:ascii="Corbel" w:hAnsi="Corbel"/>
          <w:i/>
          <w:sz w:val="24"/>
          <w:szCs w:val="24"/>
        </w:rPr>
        <w:t>(skrajne daty</w:t>
      </w:r>
      <w:r w:rsidR="0085747A" w:rsidRPr="00C9251D">
        <w:rPr>
          <w:rFonts w:ascii="Corbel" w:hAnsi="Corbel"/>
          <w:sz w:val="24"/>
          <w:szCs w:val="24"/>
        </w:rPr>
        <w:t>)</w:t>
      </w:r>
    </w:p>
    <w:p w:rsidR="00445970" w:rsidRPr="00C9251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</w:r>
      <w:r w:rsidRPr="00C9251D">
        <w:rPr>
          <w:rFonts w:ascii="Corbel" w:hAnsi="Corbel"/>
          <w:sz w:val="24"/>
          <w:szCs w:val="24"/>
        </w:rPr>
        <w:tab/>
        <w:t xml:space="preserve">Rok </w:t>
      </w:r>
      <w:r w:rsidR="00FF1AE7">
        <w:rPr>
          <w:rFonts w:ascii="Corbel" w:hAnsi="Corbel"/>
          <w:sz w:val="24"/>
          <w:szCs w:val="24"/>
        </w:rPr>
        <w:t xml:space="preserve">akademicki </w:t>
      </w:r>
      <w:r w:rsidR="002B00F2">
        <w:rPr>
          <w:rFonts w:ascii="Corbel" w:hAnsi="Corbel"/>
          <w:sz w:val="24"/>
          <w:szCs w:val="24"/>
        </w:rPr>
        <w:t>20</w:t>
      </w:r>
      <w:r w:rsidR="00FF1AE7">
        <w:rPr>
          <w:rFonts w:ascii="Corbel" w:hAnsi="Corbel"/>
          <w:sz w:val="24"/>
          <w:szCs w:val="24"/>
        </w:rPr>
        <w:t>23</w:t>
      </w:r>
      <w:r w:rsidR="000E2A0F">
        <w:rPr>
          <w:rFonts w:ascii="Corbel" w:hAnsi="Corbel"/>
          <w:sz w:val="24"/>
          <w:szCs w:val="24"/>
        </w:rPr>
        <w:t>/2024</w:t>
      </w:r>
    </w:p>
    <w:p w:rsidR="0085747A" w:rsidRPr="00C925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1. </w:t>
      </w:r>
      <w:r w:rsidR="0085747A" w:rsidRPr="00C9251D">
        <w:rPr>
          <w:rFonts w:ascii="Corbel" w:hAnsi="Corbel"/>
          <w:b w:val="0"/>
          <w:szCs w:val="24"/>
        </w:rPr>
        <w:t xml:space="preserve">Podstawowe </w:t>
      </w:r>
      <w:r w:rsidR="00445970" w:rsidRPr="00C9251D">
        <w:rPr>
          <w:rFonts w:ascii="Corbel" w:hAnsi="Corbel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94A71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4A71">
              <w:rPr>
                <w:rFonts w:ascii="Corbel" w:hAnsi="Corbel"/>
                <w:sz w:val="24"/>
                <w:szCs w:val="24"/>
              </w:rPr>
              <w:t>Prawo karne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9251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9251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Zakład Prawa Karnego Instytut Nauk Prawnych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251D">
              <w:rPr>
                <w:rFonts w:ascii="Corbel" w:hAnsi="Corbel"/>
                <w:sz w:val="24"/>
                <w:szCs w:val="24"/>
              </w:rPr>
              <w:t>/y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Rok II, semestr III i IV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9251D" w:rsidRDefault="00C92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E3A22" w:rsidRPr="00C9251D">
              <w:rPr>
                <w:rFonts w:ascii="Corbel" w:hAnsi="Corbel"/>
                <w:b w:val="0"/>
                <w:sz w:val="24"/>
                <w:szCs w:val="24"/>
              </w:rPr>
              <w:t>bowiązkowy</w:t>
            </w:r>
          </w:p>
        </w:tc>
      </w:tr>
      <w:tr w:rsidR="00923D7D" w:rsidRPr="00C9251D" w:rsidTr="00B819C8">
        <w:tc>
          <w:tcPr>
            <w:tcW w:w="2694" w:type="dxa"/>
            <w:vAlign w:val="center"/>
          </w:tcPr>
          <w:p w:rsidR="00923D7D" w:rsidRPr="00C9251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9251D" w:rsidRDefault="00AE3A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dr Katarzyna Czeszejko-Sochacka</w:t>
            </w:r>
          </w:p>
        </w:tc>
      </w:tr>
      <w:tr w:rsidR="0085747A" w:rsidRPr="00C9251D" w:rsidTr="00B819C8">
        <w:tc>
          <w:tcPr>
            <w:tcW w:w="2694" w:type="dxa"/>
            <w:vAlign w:val="center"/>
          </w:tcPr>
          <w:p w:rsidR="0085747A" w:rsidRPr="00C9251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E3A22" w:rsidRPr="00C9251D" w:rsidRDefault="00AE3A22" w:rsidP="00AE3A2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9251D">
              <w:rPr>
                <w:rFonts w:ascii="Corbel" w:hAnsi="Corbel"/>
                <w:color w:val="000000"/>
                <w:sz w:val="24"/>
                <w:szCs w:val="24"/>
              </w:rPr>
              <w:t>dr hab. Anna Golonka</w:t>
            </w:r>
          </w:p>
          <w:p w:rsidR="0085747A" w:rsidRPr="00C9251D" w:rsidRDefault="00AE3A22" w:rsidP="00AE3A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>dr Katarzyna Czeszejko-Sochacka, mgr Agnieszka Niedźwiedź</w:t>
            </w:r>
          </w:p>
        </w:tc>
      </w:tr>
    </w:tbl>
    <w:p w:rsidR="0085747A" w:rsidRPr="00C9251D" w:rsidRDefault="0085747A" w:rsidP="002B00F2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* </w:t>
      </w:r>
      <w:r w:rsidRPr="00C9251D">
        <w:rPr>
          <w:rFonts w:ascii="Corbel" w:hAnsi="Corbel"/>
          <w:b w:val="0"/>
          <w:i/>
          <w:sz w:val="24"/>
          <w:szCs w:val="24"/>
        </w:rPr>
        <w:t>-</w:t>
      </w:r>
      <w:r w:rsidR="00B90885" w:rsidRPr="00C925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251D">
        <w:rPr>
          <w:rFonts w:ascii="Corbel" w:hAnsi="Corbel"/>
          <w:b w:val="0"/>
          <w:sz w:val="24"/>
          <w:szCs w:val="24"/>
        </w:rPr>
        <w:t>e,</w:t>
      </w:r>
      <w:r w:rsidRPr="00C9251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C9251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:rsidR="0085747A" w:rsidRPr="00C9251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>1.</w:t>
      </w:r>
      <w:r w:rsidR="00E22FBC" w:rsidRPr="00C9251D">
        <w:rPr>
          <w:rFonts w:ascii="Corbel" w:hAnsi="Corbel"/>
          <w:b w:val="0"/>
          <w:sz w:val="24"/>
          <w:szCs w:val="24"/>
        </w:rPr>
        <w:t>1</w:t>
      </w:r>
      <w:r w:rsidRPr="00C9251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C9251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Semestr</w:t>
            </w:r>
          </w:p>
          <w:p w:rsidR="00015B8F" w:rsidRPr="00C925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(</w:t>
            </w:r>
            <w:r w:rsidR="00363F78" w:rsidRPr="00C925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Wykł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Konw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Sem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51D">
              <w:rPr>
                <w:rFonts w:ascii="Corbel" w:hAnsi="Corbel"/>
                <w:szCs w:val="24"/>
              </w:rPr>
              <w:t>Prakt</w:t>
            </w:r>
            <w:proofErr w:type="spellEnd"/>
            <w:r w:rsidRPr="00C925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925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51D">
              <w:rPr>
                <w:rFonts w:ascii="Corbel" w:hAnsi="Corbel"/>
                <w:szCs w:val="24"/>
              </w:rPr>
              <w:t>Liczba pkt</w:t>
            </w:r>
            <w:r w:rsidR="00B90885" w:rsidRPr="00C9251D">
              <w:rPr>
                <w:rFonts w:ascii="Corbel" w:hAnsi="Corbel"/>
                <w:szCs w:val="24"/>
              </w:rPr>
              <w:t>.</w:t>
            </w:r>
            <w:r w:rsidRPr="00C9251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C9251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9251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9251D" w:rsidRDefault="00AE3A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436F7" w:rsidRPr="00C9251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F7" w:rsidRPr="00C9251D" w:rsidRDefault="00E436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923D7D" w:rsidRPr="00C925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C9251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925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1.</w:t>
      </w:r>
      <w:r w:rsidR="00E22FBC" w:rsidRPr="00C9251D">
        <w:rPr>
          <w:rFonts w:ascii="Corbel" w:hAnsi="Corbel"/>
          <w:b w:val="0"/>
          <w:smallCaps w:val="0"/>
          <w:szCs w:val="24"/>
        </w:rPr>
        <w:t>2</w:t>
      </w:r>
      <w:r w:rsidR="00F83B28" w:rsidRPr="00C9251D">
        <w:rPr>
          <w:rFonts w:ascii="Corbel" w:hAnsi="Corbel"/>
          <w:b w:val="0"/>
          <w:smallCaps w:val="0"/>
          <w:szCs w:val="24"/>
        </w:rPr>
        <w:t>.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:rsidR="0085747A" w:rsidRPr="00C9251D" w:rsidRDefault="002B00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AE3A22" w:rsidRPr="00C9251D">
        <w:rPr>
          <w:rFonts w:ascii="Corbel" w:eastAsia="MS Gothic" w:hAnsi="Corbel" w:cs="MS Gothic"/>
          <w:b w:val="0"/>
          <w:szCs w:val="24"/>
        </w:rPr>
        <w:t>X</w:t>
      </w:r>
      <w:r w:rsidR="0085747A" w:rsidRPr="00C925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C925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251D">
        <w:rPr>
          <w:rFonts w:ascii="Segoe UI Symbol" w:eastAsia="MS Gothic" w:hAnsi="Segoe UI Symbol" w:cs="Segoe UI Symbol"/>
          <w:b w:val="0"/>
          <w:szCs w:val="24"/>
        </w:rPr>
        <w:t>☐</w:t>
      </w:r>
      <w:r w:rsidRPr="00C925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C9251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C9251D">
        <w:rPr>
          <w:rFonts w:ascii="Corbel" w:hAnsi="Corbel"/>
          <w:b w:val="0"/>
          <w:smallCaps w:val="0"/>
          <w:szCs w:val="24"/>
        </w:rPr>
        <w:tab/>
      </w:r>
      <w:r w:rsidRPr="00C9251D">
        <w:rPr>
          <w:rFonts w:ascii="Corbel" w:hAnsi="Corbel"/>
          <w:b w:val="0"/>
          <w:smallCaps w:val="0"/>
          <w:szCs w:val="24"/>
        </w:rPr>
        <w:t>For</w:t>
      </w:r>
      <w:r w:rsidR="00445970" w:rsidRPr="00C9251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C9251D">
        <w:rPr>
          <w:rFonts w:ascii="Corbel" w:hAnsi="Corbel"/>
          <w:b w:val="0"/>
          <w:smallCaps w:val="0"/>
          <w:szCs w:val="24"/>
        </w:rPr>
        <w:t xml:space="preserve"> (z toku) (egzamin, zaliczenie z oceną, zaliczenie bez oceny)</w:t>
      </w:r>
    </w:p>
    <w:p w:rsidR="009C54AE" w:rsidRPr="00C9251D" w:rsidRDefault="00AE3A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egzamin</w:t>
      </w:r>
    </w:p>
    <w:p w:rsidR="00E960BB" w:rsidRPr="00C9251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 xml:space="preserve">2.Wymagania wstępne </w:t>
      </w:r>
    </w:p>
    <w:p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:rsidTr="00745302">
        <w:tc>
          <w:tcPr>
            <w:tcW w:w="9670" w:type="dxa"/>
          </w:tcPr>
          <w:p w:rsidR="0085747A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Podstawy prawoznawstwa i logiki dla prawników.</w:t>
            </w:r>
          </w:p>
        </w:tc>
      </w:tr>
    </w:tbl>
    <w:p w:rsidR="00153C41" w:rsidRPr="00C9251D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B00F2" w:rsidRDefault="002B00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zCs w:val="24"/>
        </w:rPr>
        <w:t>3.</w:t>
      </w:r>
      <w:r w:rsidR="0085747A" w:rsidRPr="00C9251D">
        <w:rPr>
          <w:rFonts w:ascii="Corbel" w:hAnsi="Corbel"/>
          <w:b w:val="0"/>
          <w:szCs w:val="24"/>
        </w:rPr>
        <w:t xml:space="preserve"> </w:t>
      </w:r>
      <w:r w:rsidR="00A84C85" w:rsidRPr="00C9251D">
        <w:rPr>
          <w:rFonts w:ascii="Corbel" w:hAnsi="Corbel"/>
          <w:b w:val="0"/>
          <w:szCs w:val="24"/>
        </w:rPr>
        <w:t>cele, efekty uczenia się</w:t>
      </w:r>
      <w:r w:rsidR="0085747A" w:rsidRPr="00C9251D">
        <w:rPr>
          <w:rFonts w:ascii="Corbel" w:hAnsi="Corbel"/>
          <w:b w:val="0"/>
          <w:szCs w:val="24"/>
        </w:rPr>
        <w:t xml:space="preserve"> , treści Programowe i stosowane metody Dydaktyczne</w:t>
      </w:r>
    </w:p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9251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C9251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C9251D">
        <w:rPr>
          <w:rFonts w:ascii="Corbel" w:hAnsi="Corbel"/>
          <w:b w:val="0"/>
          <w:sz w:val="24"/>
          <w:szCs w:val="24"/>
        </w:rPr>
        <w:t>Cele przedmiotu</w:t>
      </w:r>
    </w:p>
    <w:p w:rsidR="00F83B28" w:rsidRPr="00C9251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9251D" w:rsidTr="00C9251D">
        <w:tc>
          <w:tcPr>
            <w:tcW w:w="844" w:type="dxa"/>
            <w:vAlign w:val="center"/>
          </w:tcPr>
          <w:p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5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AE3A22" w:rsidRPr="00C9251D" w:rsidRDefault="00AE3A22" w:rsidP="00AE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 ma za zadanie zapoznać studentów z podstawową problematyką dotyczącą prawa karnego. Obejmuje zagadnienia nauki o przestępstwie oraz nauki o karze i środkach karnych.</w:t>
            </w:r>
          </w:p>
          <w:p w:rsidR="0085747A" w:rsidRPr="00C9251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9251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3.2 </w:t>
      </w:r>
      <w:r w:rsidR="001D7B54" w:rsidRPr="00C9251D">
        <w:rPr>
          <w:rFonts w:ascii="Corbel" w:hAnsi="Corbel"/>
          <w:sz w:val="24"/>
          <w:szCs w:val="24"/>
        </w:rPr>
        <w:t xml:space="preserve">Efekty </w:t>
      </w:r>
      <w:r w:rsidR="00C05F44" w:rsidRPr="00C9251D">
        <w:rPr>
          <w:rFonts w:ascii="Corbel" w:hAnsi="Corbel"/>
          <w:sz w:val="24"/>
          <w:szCs w:val="24"/>
        </w:rPr>
        <w:t xml:space="preserve">uczenia się </w:t>
      </w:r>
      <w:r w:rsidR="001D7B54" w:rsidRPr="00C9251D">
        <w:rPr>
          <w:rFonts w:ascii="Corbel" w:hAnsi="Corbel"/>
          <w:sz w:val="24"/>
          <w:szCs w:val="24"/>
        </w:rPr>
        <w:t>dla przedmiotu</w:t>
      </w:r>
      <w:r w:rsidR="00445970" w:rsidRPr="00C9251D">
        <w:rPr>
          <w:rFonts w:ascii="Corbel" w:hAnsi="Corbel"/>
          <w:sz w:val="24"/>
          <w:szCs w:val="24"/>
        </w:rPr>
        <w:t xml:space="preserve"> </w:t>
      </w:r>
    </w:p>
    <w:p w:rsidR="001D7B54" w:rsidRPr="00C9251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6511"/>
        <w:gridCol w:w="1715"/>
      </w:tblGrid>
      <w:tr w:rsidR="0085747A" w:rsidRPr="00C9251D" w:rsidTr="00AE3A22">
        <w:tc>
          <w:tcPr>
            <w:tcW w:w="1289" w:type="dxa"/>
            <w:vAlign w:val="center"/>
          </w:tcPr>
          <w:p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9251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11" w:type="dxa"/>
            <w:vAlign w:val="center"/>
          </w:tcPr>
          <w:p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5" w:type="dxa"/>
            <w:vAlign w:val="center"/>
          </w:tcPr>
          <w:p w:rsidR="0085747A" w:rsidRPr="00C9251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925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3A22" w:rsidRPr="00C9251D" w:rsidTr="00AE3A22">
        <w:tc>
          <w:tcPr>
            <w:tcW w:w="1289" w:type="dxa"/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1" w:type="dxa"/>
          </w:tcPr>
          <w:p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  <w:r w:rsidR="002B00F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zna terminologię prawa karnego, definiuje przestępstwo i rodzaje przestępstw, karę i inne środki reakcji karnej,</w:t>
            </w:r>
          </w:p>
          <w:p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715" w:type="dxa"/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K_W01, K_W02,</w:t>
            </w:r>
            <w:r w:rsidRPr="00C9251D">
              <w:rPr>
                <w:rFonts w:ascii="Corbel" w:hAnsi="Corbel"/>
                <w:b w:val="0"/>
                <w:szCs w:val="24"/>
              </w:rPr>
              <w:t xml:space="preserve"> K_W04,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K_W06</w:t>
            </w:r>
          </w:p>
        </w:tc>
      </w:tr>
      <w:tr w:rsidR="00AE3A22" w:rsidRPr="00C9251D" w:rsidTr="00AE3A22">
        <w:tc>
          <w:tcPr>
            <w:tcW w:w="1289" w:type="dxa"/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1" w:type="dxa"/>
          </w:tcPr>
          <w:p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identyfikuje przesłanki odpowiedzialności karnej, </w:t>
            </w:r>
          </w:p>
        </w:tc>
        <w:tc>
          <w:tcPr>
            <w:tcW w:w="1715" w:type="dxa"/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</w:t>
            </w:r>
            <w:r w:rsidRPr="00C9251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- rozróżnia przypadki braku odpowiedzialności karnej ze względu na określone przesłanki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K_W02, K_W07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rozpoznaje formy popełnienia przestępstw,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 formułuje teorie dotyczące zbiegu przepisów oraz związku przyczynowego,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K_W06, 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K_w09, 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K_W10, K_W11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 uporządkowaną wiedzę ogólną z zakresu prawa karnego, podstaw odpowiedzialności karnej, </w:t>
            </w:r>
          </w:p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K_W02, K_W03, K_W04, K_W05, K_W06, K_W07,  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zna i rozumie zaawansowane metody analizy, interpretacji teksu prawnego </w:t>
            </w:r>
          </w:p>
          <w:p w:rsidR="00AE3A22" w:rsidRPr="00C9251D" w:rsidRDefault="00AE3A22" w:rsidP="00AE3A22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K_W05, K_W06, K_W12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Umiejętności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rozwiązuje samodzielnie kazus, dokonuje subsumpcji stanu faktycznego pod dobraną przez siebie normę prawną, proponuje alternatywne rozwiązania zagadnienia prawnego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K_U01,K_U</w:t>
            </w:r>
            <w:r w:rsidR="002B00F2">
              <w:rPr>
                <w:rFonts w:ascii="Corbel" w:eastAsia="Times New Roman" w:hAnsi="Corbel"/>
                <w:b w:val="0"/>
                <w:szCs w:val="24"/>
                <w:lang w:eastAsia="pl-PL"/>
              </w:rPr>
              <w:t>o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2, K_U04, K_U05, K_U10, K_U12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posiada podstawowe umiejętności badawcze obejmujące formułowanie i analizę zagadnienia/problemu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K_U16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wyprowadza wnioski na podstawie treści aktu prawnego,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K_U06, K_U08, K_U15, K_U16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samodzielnie zdobywa wiedzę i rozwija umiejętności badawcze kierując się wskazówkami opiekuna naukowego,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K_U03, </w:t>
            </w:r>
          </w:p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K_U11, K_U17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posługuje się podstawowymi ujęciami teoretycznymi,  sformułowaniami prawniczymi z zakresu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K_U07, K_U12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argumentuje za reprezentowanym przez siebie stanowiskiem w przedmiocie znaczenia, treści lub zastosowania przepisu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K_U05, K_U12, K_U16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korzysta z wiedzy w pracy zawodowej z zachowaniem zasad etycznych, rozumie tekst prawny, posługuje się regułami logicznego rozumowania oraz interpretowania przepisów,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K_U02,</w:t>
            </w:r>
            <w:r w:rsidR="003D387A">
              <w:rPr>
                <w:rFonts w:ascii="Corbel" w:eastAsia="Times New Roman" w:hAnsi="Corbel"/>
                <w:b w:val="0"/>
                <w:szCs w:val="24"/>
                <w:lang w:eastAsia="pl-PL"/>
              </w:rPr>
              <w:t>K_U09</w:t>
            </w: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K_U12, K_U16 </w:t>
            </w:r>
          </w:p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umie komunikować się interpersonalnie oraz porozumiewać się w procesie podejmowania decyzji prawnych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K_U10, K_U13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uczenia się przez całe życie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K_U17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KOMPETENCJE SPOŁECZNE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571E4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zachowuje ostrożność/krytycyzm w wyrażaniu opinii w przedmiocie wybranego zagadnienia z prawa karnego,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K_K01, K_K07, K_10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prawidłowo identyfikuje i rozstrzyga dylematy związane z wykonywaniem zawodu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K_K04, K_K06, </w:t>
            </w:r>
          </w:p>
        </w:tc>
      </w:tr>
      <w:tr w:rsidR="00C9251D" w:rsidRPr="00C9251D" w:rsidTr="00AE3A22"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zachowania etyki zawodowej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22" w:rsidRPr="00C9251D" w:rsidRDefault="00AE3A22" w:rsidP="00AE3A22">
            <w:pPr>
              <w:pStyle w:val="Punktygwne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zCs w:val="24"/>
                <w:lang w:eastAsia="pl-PL"/>
              </w:rPr>
              <w:t>K_K05, K_K10</w:t>
            </w:r>
          </w:p>
        </w:tc>
      </w:tr>
    </w:tbl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925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3.3</w:t>
      </w:r>
      <w:r w:rsidR="001D7B54" w:rsidRPr="00C9251D">
        <w:rPr>
          <w:rFonts w:ascii="Corbel" w:hAnsi="Corbel"/>
          <w:sz w:val="24"/>
          <w:szCs w:val="24"/>
        </w:rPr>
        <w:t xml:space="preserve"> </w:t>
      </w:r>
      <w:r w:rsidR="0085747A" w:rsidRPr="00C9251D">
        <w:rPr>
          <w:rFonts w:ascii="Corbel" w:hAnsi="Corbel"/>
          <w:sz w:val="24"/>
          <w:szCs w:val="24"/>
        </w:rPr>
        <w:t>T</w:t>
      </w:r>
      <w:r w:rsidR="001D7B54" w:rsidRPr="00C9251D">
        <w:rPr>
          <w:rFonts w:ascii="Corbel" w:hAnsi="Corbel"/>
          <w:sz w:val="24"/>
          <w:szCs w:val="24"/>
        </w:rPr>
        <w:t xml:space="preserve">reści programowe </w:t>
      </w:r>
      <w:r w:rsidR="007327BD" w:rsidRPr="00C9251D">
        <w:rPr>
          <w:rFonts w:ascii="Corbel" w:hAnsi="Corbel"/>
          <w:sz w:val="24"/>
          <w:szCs w:val="24"/>
        </w:rPr>
        <w:t xml:space="preserve">  </w:t>
      </w:r>
    </w:p>
    <w:p w:rsidR="0085747A" w:rsidRPr="00C9251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9251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9"/>
        <w:gridCol w:w="1469"/>
      </w:tblGrid>
      <w:tr w:rsidR="0085747A" w:rsidRPr="00C9251D" w:rsidTr="00AE3A22">
        <w:tc>
          <w:tcPr>
            <w:tcW w:w="9368" w:type="dxa"/>
            <w:gridSpan w:val="2"/>
          </w:tcPr>
          <w:p w:rsidR="0085747A" w:rsidRPr="00C9251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3A22" w:rsidRPr="00C9251D" w:rsidTr="00AE3A22">
        <w:trPr>
          <w:trHeight w:val="376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Pojęcie i funkcje prawa karnego, wykładnia ustawy karnej, pojęcie czynu, koncepcje czynu, brak czynu mimo pozorów czynu, struktura przestępstwa, pojęcie i rodzaje przestępstw, 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napToGrid w:val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E3A22" w:rsidRPr="00C9251D" w:rsidTr="00AE3A22">
        <w:trPr>
          <w:trHeight w:val="500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2. Zasady prawa intertemporalnego i  zasady prawa karnego międzynarodowego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E3A22" w:rsidRPr="00C9251D" w:rsidTr="00AE3A22">
        <w:trPr>
          <w:trHeight w:val="456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3.Strona podmiotowa popełnienia przestępstwa (umyślność i nieumyślność)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:rsidTr="00AE3A22">
        <w:trPr>
          <w:trHeight w:val="325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4. Typ czynu zabronionego, znamiona typu czynu zabronionego (logiczny i strukturalny podział znamion), podziały przestępstw i klasyfikacja typów czynów zabronionych.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:rsidTr="00AE3A22">
        <w:trPr>
          <w:trHeight w:val="413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Obiektywne przypisanie czynu zabronionego w przypadku działania i zaniechania, teorie związku przyczynowego 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</w:tc>
      </w:tr>
      <w:tr w:rsidR="00AE3A22" w:rsidRPr="00C9251D" w:rsidTr="002B00F2">
        <w:trPr>
          <w:trHeight w:val="350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Formy stadialne i zjawiskowe popełnienia przestępstwa 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hd w:val="clear" w:color="auto" w:fill="FFFFFF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7. Okoliczności wyłączające odpowiedzialność karną z powodu braku bezprawności- kontratypy (obrona konieczna, stan wyższej konieczności, ryzyko nowatorstwa)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8.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winy, wina jako podstawa odpowiedzialności i wymiaru kary, stopniowalność winy oraz okoliczności wyłączające zawinienie (w szczególności niepoczytalność sprawcy czynu zabronionego)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9.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 Problematyka dotycząca zbiegu przepisów i zbiegu przestępstw (czyn ciągły, przestępstwo ciągłe)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Pojęcie i system kar oraz środków karnych 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11.</w:t>
            </w:r>
            <w:r w:rsidRPr="00C9251D">
              <w:rPr>
                <w:rFonts w:ascii="Corbel" w:hAnsi="Corbel"/>
                <w:sz w:val="24"/>
                <w:szCs w:val="24"/>
              </w:rPr>
              <w:t xml:space="preserve"> Pojęcie i funkcje środków zabezpieczających. Zasady orzekania środków zabezpieczających.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:rsidTr="00AE3A22">
        <w:trPr>
          <w:trHeight w:val="376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12. Pojęcie i funkcje środków probacyjnych. Zasady orzekania środków probacyjnych,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13. Nadzwyczajne złagodzenie kary, okoliczności wpływające na złagodzenie lub obostrzenie wymiaru kary.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</w:tc>
      </w:tr>
      <w:tr w:rsidR="00AE3A22" w:rsidRPr="00C9251D" w:rsidTr="00AE3A22">
        <w:trPr>
          <w:trHeight w:val="459"/>
        </w:trPr>
        <w:tc>
          <w:tcPr>
            <w:tcW w:w="7899" w:type="dxa"/>
          </w:tcPr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AE3A22" w:rsidRPr="00C9251D" w:rsidRDefault="00AE3A22" w:rsidP="00571E40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14. Przedawnienie karalności, przedawnienie wykonania kary, przedawnienie ścigania</w:t>
            </w:r>
          </w:p>
        </w:tc>
        <w:tc>
          <w:tcPr>
            <w:tcW w:w="1469" w:type="dxa"/>
          </w:tcPr>
          <w:p w:rsidR="00AE3A22" w:rsidRPr="00C9251D" w:rsidRDefault="00AE3A22" w:rsidP="00571E4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</w:tc>
      </w:tr>
    </w:tbl>
    <w:p w:rsidR="0085747A" w:rsidRPr="00C9251D" w:rsidRDefault="00C9251D" w:rsidP="00C9251D">
      <w:pPr>
        <w:spacing w:after="0" w:line="240" w:lineRule="auto"/>
        <w:ind w:left="6372" w:firstLine="708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RAZEM   60</w:t>
      </w:r>
    </w:p>
    <w:p w:rsidR="0085747A" w:rsidRPr="00C925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51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251D">
        <w:rPr>
          <w:rFonts w:ascii="Corbel" w:hAnsi="Corbel"/>
          <w:sz w:val="24"/>
          <w:szCs w:val="24"/>
        </w:rPr>
        <w:t xml:space="preserve">, </w:t>
      </w:r>
      <w:r w:rsidRPr="00C9251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9251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:rsidTr="002B00F2">
        <w:tc>
          <w:tcPr>
            <w:tcW w:w="9520" w:type="dxa"/>
          </w:tcPr>
          <w:p w:rsidR="0085747A" w:rsidRPr="00C925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9251D" w:rsidTr="002B00F2">
        <w:tc>
          <w:tcPr>
            <w:tcW w:w="9520" w:type="dxa"/>
          </w:tcPr>
          <w:p w:rsidR="0085747A" w:rsidRPr="00C9251D" w:rsidRDefault="002B00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925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9251D" w:rsidRDefault="00153C41" w:rsidP="00C925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ykład</w:t>
      </w:r>
      <w:r w:rsidRPr="00C9251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9251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9251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BF2C41" w:rsidRPr="00C9251D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C9251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00F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 </w:t>
      </w:r>
      <w:r w:rsidR="0085747A" w:rsidRPr="002B00F2">
        <w:rPr>
          <w:rFonts w:ascii="Corbel" w:hAnsi="Corbel"/>
          <w:smallCaps w:val="0"/>
          <w:szCs w:val="24"/>
        </w:rPr>
        <w:t>METODY I KRYTERIA OCENY</w:t>
      </w:r>
      <w:r w:rsidR="009F4610" w:rsidRPr="002B00F2">
        <w:rPr>
          <w:rFonts w:ascii="Corbel" w:hAnsi="Corbel"/>
          <w:smallCaps w:val="0"/>
          <w:szCs w:val="24"/>
        </w:rPr>
        <w:t xml:space="preserve"> </w:t>
      </w:r>
    </w:p>
    <w:p w:rsidR="00923D7D" w:rsidRPr="002B00F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B00F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B00F2">
        <w:rPr>
          <w:rFonts w:ascii="Corbel" w:hAnsi="Corbel"/>
          <w:smallCaps w:val="0"/>
          <w:szCs w:val="24"/>
        </w:rPr>
        <w:t>uczenia się</w:t>
      </w:r>
    </w:p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7"/>
        <w:gridCol w:w="2117"/>
      </w:tblGrid>
      <w:tr w:rsidR="0085747A" w:rsidRPr="00C9251D" w:rsidTr="00AE3A22">
        <w:tc>
          <w:tcPr>
            <w:tcW w:w="1961" w:type="dxa"/>
            <w:vAlign w:val="center"/>
          </w:tcPr>
          <w:p w:rsidR="0085747A" w:rsidRPr="00C925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:rsidR="0085747A" w:rsidRPr="00C925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925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9251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25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AE3A22" w:rsidRPr="00C9251D" w:rsidTr="00AE3A22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9251D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w formie testu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A22" w:rsidRPr="00C9251D" w:rsidRDefault="00AE3A22" w:rsidP="00AE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923D7D" w:rsidRPr="00C925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B00F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B00F2">
        <w:rPr>
          <w:rFonts w:ascii="Corbel" w:hAnsi="Corbel"/>
          <w:smallCaps w:val="0"/>
          <w:szCs w:val="24"/>
        </w:rPr>
        <w:t xml:space="preserve">4.2 </w:t>
      </w:r>
      <w:r w:rsidR="0085747A" w:rsidRPr="002B00F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B00F2">
        <w:rPr>
          <w:rFonts w:ascii="Corbel" w:hAnsi="Corbel"/>
          <w:smallCaps w:val="0"/>
          <w:szCs w:val="24"/>
        </w:rPr>
        <w:t xml:space="preserve"> </w:t>
      </w:r>
    </w:p>
    <w:p w:rsidR="00923D7D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251D" w:rsidTr="00923D7D">
        <w:tc>
          <w:tcPr>
            <w:tcW w:w="9670" w:type="dxa"/>
          </w:tcPr>
          <w:p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Egzamin końcowy- egzamin pisemny: test jednokrotnego wyboru. Termin: sesja letnia (czerwiec).  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Test złożony z 30 pytań, z czego 20 pytań dot. problematyki związanej z nauką o przestępstwie, a 10 pytań dot. nauki o karze i środkach karnych.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 każdą poprawną odpowiedź można uzyskać 1 pkt.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Zaliczenie wymaga uzyskania min. 16 punktów. Skala ocen: 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30 – 28 –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bdb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(5.0)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26- 24 - +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db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(4.5)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23 – 21 –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db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(4.0)</w:t>
            </w:r>
          </w:p>
          <w:p w:rsidR="00C9251D" w:rsidRPr="00C9251D" w:rsidRDefault="00C9251D" w:rsidP="00C9251D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20- 18 - +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dst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(3.5)</w:t>
            </w:r>
          </w:p>
          <w:p w:rsidR="0085747A" w:rsidRPr="002B00F2" w:rsidRDefault="00C9251D" w:rsidP="002B00F2">
            <w:pPr>
              <w:snapToGrid w:val="0"/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17- 16 – 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dst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(3.0)</w:t>
            </w:r>
          </w:p>
        </w:tc>
      </w:tr>
    </w:tbl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9251D" w:rsidRDefault="00CD7BC8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  <w:r w:rsidR="0085747A" w:rsidRPr="00C9251D">
        <w:rPr>
          <w:rFonts w:ascii="Corbel" w:hAnsi="Corbel"/>
          <w:sz w:val="24"/>
          <w:szCs w:val="24"/>
        </w:rPr>
        <w:lastRenderedPageBreak/>
        <w:t xml:space="preserve">5. </w:t>
      </w:r>
      <w:r w:rsidR="00C61DC5" w:rsidRPr="00C9251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925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9251D" w:rsidTr="003E1941">
        <w:tc>
          <w:tcPr>
            <w:tcW w:w="4962" w:type="dxa"/>
            <w:vAlign w:val="center"/>
          </w:tcPr>
          <w:p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ktywnoś</w:t>
            </w:r>
            <w:r w:rsidRPr="00C9251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925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C925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51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C9251D" w:rsidTr="00923D7D">
        <w:tc>
          <w:tcPr>
            <w:tcW w:w="4962" w:type="dxa"/>
          </w:tcPr>
          <w:p w:rsidR="0085747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25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25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25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25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25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:rsidTr="00923D7D">
        <w:tc>
          <w:tcPr>
            <w:tcW w:w="4962" w:type="dxa"/>
          </w:tcPr>
          <w:p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25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C9251D" w:rsidTr="00923D7D">
        <w:tc>
          <w:tcPr>
            <w:tcW w:w="4962" w:type="dxa"/>
          </w:tcPr>
          <w:p w:rsidR="0071620A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C925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C9251D" w:rsidTr="00923D7D">
        <w:tc>
          <w:tcPr>
            <w:tcW w:w="4962" w:type="dxa"/>
          </w:tcPr>
          <w:p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240</w:t>
            </w:r>
          </w:p>
        </w:tc>
      </w:tr>
      <w:tr w:rsidR="0085747A" w:rsidRPr="00C9251D" w:rsidTr="00923D7D">
        <w:tc>
          <w:tcPr>
            <w:tcW w:w="4962" w:type="dxa"/>
          </w:tcPr>
          <w:p w:rsidR="0085747A" w:rsidRPr="00C925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9251D" w:rsidRDefault="00C925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51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C925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5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25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925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9251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C9251D">
        <w:rPr>
          <w:rFonts w:ascii="Corbel" w:hAnsi="Corbel"/>
          <w:b w:val="0"/>
          <w:smallCaps w:val="0"/>
          <w:szCs w:val="24"/>
        </w:rPr>
        <w:t>PRAKTYKI ZAWO</w:t>
      </w:r>
      <w:r w:rsidR="009D3F3B" w:rsidRPr="00C9251D">
        <w:rPr>
          <w:rFonts w:ascii="Corbel" w:hAnsi="Corbel"/>
          <w:b w:val="0"/>
          <w:smallCaps w:val="0"/>
          <w:szCs w:val="24"/>
        </w:rPr>
        <w:t>DOWE W RAMACH PRZEDMIOTU</w:t>
      </w:r>
    </w:p>
    <w:p w:rsidR="0085747A" w:rsidRPr="00C9251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9251D" w:rsidTr="0071620A">
        <w:trPr>
          <w:trHeight w:val="397"/>
        </w:trPr>
        <w:tc>
          <w:tcPr>
            <w:tcW w:w="3544" w:type="dxa"/>
          </w:tcPr>
          <w:p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9251D" w:rsidTr="0071620A">
        <w:trPr>
          <w:trHeight w:val="397"/>
        </w:trPr>
        <w:tc>
          <w:tcPr>
            <w:tcW w:w="3544" w:type="dxa"/>
          </w:tcPr>
          <w:p w:rsidR="0085747A" w:rsidRPr="00C925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5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9251D" w:rsidRDefault="002B00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9251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C9251D">
        <w:rPr>
          <w:rFonts w:ascii="Corbel" w:hAnsi="Corbel"/>
          <w:b w:val="0"/>
          <w:smallCaps w:val="0"/>
          <w:szCs w:val="24"/>
        </w:rPr>
        <w:t>LITERATURA</w:t>
      </w:r>
      <w:r w:rsidRPr="00C9251D">
        <w:rPr>
          <w:rFonts w:ascii="Corbel" w:hAnsi="Corbel"/>
          <w:b w:val="0"/>
          <w:smallCaps w:val="0"/>
          <w:szCs w:val="24"/>
        </w:rPr>
        <w:t xml:space="preserve"> </w:t>
      </w:r>
    </w:p>
    <w:p w:rsidR="002B00F2" w:rsidRPr="00C9251D" w:rsidRDefault="002B00F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B00F2" w:rsidRPr="00C9251D" w:rsidTr="002B00F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0F2" w:rsidRPr="002B00F2" w:rsidRDefault="002B00F2" w:rsidP="002B00F2">
            <w:pPr>
              <w:ind w:left="720" w:hanging="720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2B00F2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podstawowa:</w:t>
            </w:r>
          </w:p>
        </w:tc>
      </w:tr>
      <w:tr w:rsidR="0085747A" w:rsidRPr="00C9251D" w:rsidTr="0071620A">
        <w:trPr>
          <w:trHeight w:val="397"/>
        </w:trPr>
        <w:tc>
          <w:tcPr>
            <w:tcW w:w="7513" w:type="dxa"/>
          </w:tcPr>
          <w:p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W. Wróbel, A. Zoll,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Polskie prawo karne część ogólna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Kraków 2014 (w przypadku aktualizacji podręcznika-najnowsza wersja), </w:t>
            </w:r>
          </w:p>
          <w:p w:rsidR="0085747A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M. Królikowski, R. </w:t>
            </w:r>
            <w:proofErr w:type="spellStart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Zawłocki</w:t>
            </w:r>
            <w:proofErr w:type="spellEnd"/>
            <w:r w:rsidRPr="00C925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 Prawo karne, Warszawa 2020.</w:t>
            </w:r>
          </w:p>
          <w:p w:rsidR="00C9251D" w:rsidRPr="00C9251D" w:rsidRDefault="00C9251D" w:rsidP="00C9251D">
            <w:pPr>
              <w:numPr>
                <w:ilvl w:val="0"/>
                <w:numId w:val="2"/>
              </w:numPr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A. Marek, V. Konarska-</w:t>
            </w:r>
            <w:proofErr w:type="spellStart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Wrzosek</w:t>
            </w:r>
            <w:proofErr w:type="spellEnd"/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2019.</w:t>
            </w:r>
          </w:p>
          <w:p w:rsidR="00C9251D" w:rsidRPr="00C9251D" w:rsidRDefault="00C9251D" w:rsidP="00C9251D">
            <w:pPr>
              <w:spacing w:after="0"/>
              <w:ind w:left="36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</w:tc>
      </w:tr>
      <w:tr w:rsidR="002B00F2" w:rsidRPr="00C9251D" w:rsidTr="0071620A">
        <w:trPr>
          <w:trHeight w:val="397"/>
        </w:trPr>
        <w:tc>
          <w:tcPr>
            <w:tcW w:w="7513" w:type="dxa"/>
          </w:tcPr>
          <w:p w:rsidR="002B00F2" w:rsidRPr="002B00F2" w:rsidRDefault="002B00F2" w:rsidP="002B00F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B00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B00F2" w:rsidRPr="002B00F2" w:rsidRDefault="002B00F2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C9251D" w:rsidTr="0071620A">
        <w:trPr>
          <w:trHeight w:val="397"/>
        </w:trPr>
        <w:tc>
          <w:tcPr>
            <w:tcW w:w="7513" w:type="dxa"/>
          </w:tcPr>
          <w:p w:rsidR="00C9251D" w:rsidRPr="00C9251D" w:rsidRDefault="00C9251D" w:rsidP="00C9251D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Komentarz do kodeksu karnego. Część ogólna. Tom I. Artykuły 1-116 k.k.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, red. A. Zoll</w:t>
            </w:r>
            <w:r w:rsidRPr="00C9251D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9251D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WK&amp;LEX, Warszawa 2016 (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(w przypadku aktualizacji komentarza-najnowsza wersja),</w:t>
            </w:r>
            <w:r w:rsidRPr="00C9251D">
              <w:rPr>
                <w:rFonts w:ascii="Corbel" w:hAnsi="Corbel"/>
                <w:smallCaps/>
                <w:color w:val="000000"/>
                <w:sz w:val="24"/>
                <w:szCs w:val="24"/>
              </w:rPr>
              <w:tab/>
            </w:r>
          </w:p>
          <w:p w:rsidR="00C9251D" w:rsidRPr="00C9251D" w:rsidRDefault="00C9251D" w:rsidP="00C9251D">
            <w:pPr>
              <w:numPr>
                <w:ilvl w:val="0"/>
                <w:numId w:val="3"/>
              </w:numPr>
              <w:snapToGrid w:val="0"/>
              <w:spacing w:after="0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L. Gardocki, </w:t>
            </w:r>
            <w:r w:rsidRPr="00C9251D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Prawo karne</w:t>
            </w:r>
            <w:r w:rsidRPr="00C9251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2017.</w:t>
            </w:r>
          </w:p>
          <w:p w:rsidR="00C9251D" w:rsidRPr="00C9251D" w:rsidRDefault="00C9251D" w:rsidP="00C9251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G. Bogdan (et. a),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Prawo karne materialne. Zbiór Kazusów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Pr="00C9251D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do nauki prawa karnego materialnego</w:t>
            </w:r>
            <w:r w:rsidRPr="00C9251D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wyd. 2013, 2010, 2009.</w:t>
            </w:r>
          </w:p>
          <w:p w:rsidR="00C9251D" w:rsidRPr="00C9251D" w:rsidRDefault="00C9251D" w:rsidP="00C9251D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CD7BC8" w:rsidRDefault="00CD7BC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925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C925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9251D" w:rsidSect="00CD7BC8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E04" w:rsidRDefault="004C3E04" w:rsidP="00C16ABF">
      <w:pPr>
        <w:spacing w:after="0" w:line="240" w:lineRule="auto"/>
      </w:pPr>
      <w:r>
        <w:separator/>
      </w:r>
    </w:p>
  </w:endnote>
  <w:endnote w:type="continuationSeparator" w:id="0">
    <w:p w:rsidR="004C3E04" w:rsidRDefault="004C3E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E04" w:rsidRDefault="004C3E04" w:rsidP="00C16ABF">
      <w:pPr>
        <w:spacing w:after="0" w:line="240" w:lineRule="auto"/>
      </w:pPr>
      <w:r>
        <w:separator/>
      </w:r>
    </w:p>
  </w:footnote>
  <w:footnote w:type="continuationSeparator" w:id="0">
    <w:p w:rsidR="004C3E04" w:rsidRDefault="004C3E0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F3E61"/>
    <w:multiLevelType w:val="hybridMultilevel"/>
    <w:tmpl w:val="86B8E54A"/>
    <w:lvl w:ilvl="0" w:tplc="F60A6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436"/>
    <w:multiLevelType w:val="hybridMultilevel"/>
    <w:tmpl w:val="45F08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A0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030"/>
    <w:rsid w:val="00281FF2"/>
    <w:rsid w:val="002857DE"/>
    <w:rsid w:val="00291567"/>
    <w:rsid w:val="002A22BF"/>
    <w:rsid w:val="002A2389"/>
    <w:rsid w:val="002A671D"/>
    <w:rsid w:val="002B00F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1AB"/>
    <w:rsid w:val="00394A71"/>
    <w:rsid w:val="003A0A5B"/>
    <w:rsid w:val="003A1176"/>
    <w:rsid w:val="003C0BAE"/>
    <w:rsid w:val="003D18A9"/>
    <w:rsid w:val="003D387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E04"/>
    <w:rsid w:val="004D5282"/>
    <w:rsid w:val="004F1551"/>
    <w:rsid w:val="004F55A3"/>
    <w:rsid w:val="0050496F"/>
    <w:rsid w:val="00513B6F"/>
    <w:rsid w:val="00517C63"/>
    <w:rsid w:val="00517EC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DB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58E"/>
    <w:rsid w:val="008F6066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A22"/>
    <w:rsid w:val="00AE5FCB"/>
    <w:rsid w:val="00AF2C1E"/>
    <w:rsid w:val="00B06142"/>
    <w:rsid w:val="00B135B1"/>
    <w:rsid w:val="00B3130B"/>
    <w:rsid w:val="00B40ADB"/>
    <w:rsid w:val="00B4380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51D"/>
    <w:rsid w:val="00C94B98"/>
    <w:rsid w:val="00CA2B96"/>
    <w:rsid w:val="00CA5089"/>
    <w:rsid w:val="00CA56E5"/>
    <w:rsid w:val="00CD6897"/>
    <w:rsid w:val="00CD7BC8"/>
    <w:rsid w:val="00CE5BAC"/>
    <w:rsid w:val="00CF25BE"/>
    <w:rsid w:val="00CF78ED"/>
    <w:rsid w:val="00D02B25"/>
    <w:rsid w:val="00D02EBA"/>
    <w:rsid w:val="00D05E3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22"/>
    <w:rsid w:val="00DE09C0"/>
    <w:rsid w:val="00DE4A14"/>
    <w:rsid w:val="00DF320D"/>
    <w:rsid w:val="00DF71C8"/>
    <w:rsid w:val="00E12586"/>
    <w:rsid w:val="00E129B8"/>
    <w:rsid w:val="00E21E7D"/>
    <w:rsid w:val="00E22FBC"/>
    <w:rsid w:val="00E24BF5"/>
    <w:rsid w:val="00E25338"/>
    <w:rsid w:val="00E436F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1A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4FF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1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E3A2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251D"/>
    <w:rPr>
      <w:rFonts w:ascii="Cambria" w:eastAsia="Times New Roman" w:hAnsi="Cambria"/>
      <w:b/>
      <w:bCs/>
      <w:kern w:val="32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39912-2E21-4797-884E-39F179C05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6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2021-11-25T10:16:00Z</dcterms:created>
  <dcterms:modified xsi:type="dcterms:W3CDTF">2022-11-29T12:28:00Z</dcterms:modified>
</cp:coreProperties>
</file>